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FF" w:rsidRPr="00147C9A" w:rsidRDefault="005218FF">
      <w:pPr>
        <w:widowControl w:val="0"/>
        <w:tabs>
          <w:tab w:val="center" w:pos="792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Sans Serif" w:hAnsi="MS Sans Serif"/>
          <w:sz w:val="24"/>
          <w:szCs w:val="24"/>
        </w:rPr>
        <w:tab/>
      </w:r>
      <w:r w:rsidR="00147C9A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Pr="00147C9A">
        <w:rPr>
          <w:rFonts w:ascii="Times New Roman" w:hAnsi="Times New Roman"/>
          <w:color w:val="000000"/>
          <w:sz w:val="24"/>
          <w:szCs w:val="24"/>
        </w:rPr>
        <w:t>Приложение</w:t>
      </w:r>
      <w:r w:rsidR="00A649FC" w:rsidRPr="00147C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5796" w:rsidRPr="00147C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A2FB9">
        <w:rPr>
          <w:rFonts w:ascii="Times New Roman" w:hAnsi="Times New Roman"/>
          <w:color w:val="000000"/>
          <w:sz w:val="24"/>
          <w:szCs w:val="24"/>
        </w:rPr>
        <w:t>2</w:t>
      </w:r>
    </w:p>
    <w:p w:rsidR="00973E69" w:rsidRDefault="005218FF" w:rsidP="00973E69">
      <w:pPr>
        <w:widowControl w:val="0"/>
        <w:tabs>
          <w:tab w:val="center" w:pos="79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47C9A">
        <w:rPr>
          <w:rFonts w:ascii="Times New Roman" w:hAnsi="Times New Roman"/>
          <w:color w:val="000000"/>
          <w:sz w:val="24"/>
          <w:szCs w:val="24"/>
        </w:rPr>
        <w:t xml:space="preserve">к </w:t>
      </w:r>
      <w:r w:rsidR="001E58EF" w:rsidRPr="00147C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E252D">
        <w:rPr>
          <w:rFonts w:ascii="Times New Roman" w:hAnsi="Times New Roman"/>
          <w:sz w:val="24"/>
          <w:szCs w:val="24"/>
        </w:rPr>
        <w:t>решени</w:t>
      </w:r>
      <w:r w:rsidR="003304F5">
        <w:rPr>
          <w:rFonts w:ascii="Times New Roman" w:hAnsi="Times New Roman"/>
          <w:sz w:val="24"/>
          <w:szCs w:val="24"/>
        </w:rPr>
        <w:t>ю</w:t>
      </w:r>
      <w:r w:rsidRPr="007E252D">
        <w:rPr>
          <w:rFonts w:ascii="Times New Roman" w:hAnsi="Times New Roman"/>
          <w:sz w:val="24"/>
          <w:szCs w:val="24"/>
        </w:rPr>
        <w:t xml:space="preserve"> </w:t>
      </w:r>
      <w:r w:rsidR="00503C70" w:rsidRPr="007E252D">
        <w:rPr>
          <w:rFonts w:ascii="Times New Roman" w:hAnsi="Times New Roman"/>
          <w:sz w:val="24"/>
          <w:szCs w:val="24"/>
        </w:rPr>
        <w:t>№</w:t>
      </w:r>
      <w:r w:rsidR="00207343">
        <w:rPr>
          <w:rFonts w:ascii="Times New Roman" w:hAnsi="Times New Roman"/>
          <w:sz w:val="24"/>
          <w:szCs w:val="24"/>
        </w:rPr>
        <w:t xml:space="preserve"> </w:t>
      </w:r>
      <w:r w:rsidR="00C37558" w:rsidRPr="00C37558">
        <w:rPr>
          <w:rFonts w:ascii="Times New Roman" w:hAnsi="Times New Roman"/>
          <w:sz w:val="24"/>
          <w:szCs w:val="24"/>
        </w:rPr>
        <w:t>137</w:t>
      </w:r>
      <w:r w:rsidR="00973E69">
        <w:rPr>
          <w:rFonts w:ascii="Times New Roman" w:hAnsi="Times New Roman"/>
          <w:sz w:val="24"/>
          <w:szCs w:val="24"/>
        </w:rPr>
        <w:t xml:space="preserve"> </w:t>
      </w:r>
      <w:r w:rsidR="004A0C77" w:rsidRPr="007E252D">
        <w:rPr>
          <w:rFonts w:ascii="Times New Roman" w:hAnsi="Times New Roman"/>
          <w:sz w:val="24"/>
          <w:szCs w:val="24"/>
        </w:rPr>
        <w:t>С</w:t>
      </w:r>
      <w:r w:rsidRPr="007E252D">
        <w:rPr>
          <w:rFonts w:ascii="Times New Roman" w:hAnsi="Times New Roman"/>
          <w:sz w:val="24"/>
          <w:szCs w:val="24"/>
        </w:rPr>
        <w:t>обрания</w:t>
      </w:r>
    </w:p>
    <w:p w:rsidR="005218FF" w:rsidRPr="007E252D" w:rsidRDefault="005218FF" w:rsidP="00973E69">
      <w:pPr>
        <w:widowControl w:val="0"/>
        <w:tabs>
          <w:tab w:val="center" w:pos="79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E252D">
        <w:rPr>
          <w:rFonts w:ascii="Times New Roman" w:hAnsi="Times New Roman"/>
          <w:sz w:val="24"/>
          <w:szCs w:val="24"/>
        </w:rPr>
        <w:t xml:space="preserve">депутатов </w:t>
      </w:r>
      <w:proofErr w:type="gramStart"/>
      <w:r w:rsidR="001532A1" w:rsidRPr="007E252D">
        <w:rPr>
          <w:rFonts w:ascii="Times New Roman" w:hAnsi="Times New Roman"/>
          <w:sz w:val="24"/>
          <w:szCs w:val="24"/>
        </w:rPr>
        <w:t>Романовского</w:t>
      </w:r>
      <w:proofErr w:type="gramEnd"/>
    </w:p>
    <w:p w:rsidR="005218FF" w:rsidRPr="007E252D" w:rsidRDefault="005218FF">
      <w:pPr>
        <w:widowControl w:val="0"/>
        <w:tabs>
          <w:tab w:val="center" w:pos="79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E252D">
        <w:rPr>
          <w:rFonts w:ascii="MS Sans Serif" w:hAnsi="MS Sans Serif"/>
          <w:sz w:val="24"/>
          <w:szCs w:val="24"/>
        </w:rPr>
        <w:tab/>
      </w:r>
      <w:r w:rsidR="00147C9A" w:rsidRPr="007E252D">
        <w:rPr>
          <w:rFonts w:ascii="Times New Roman" w:hAnsi="Times New Roman"/>
          <w:sz w:val="24"/>
          <w:szCs w:val="24"/>
        </w:rPr>
        <w:t xml:space="preserve">                       </w:t>
      </w:r>
      <w:r w:rsidRPr="007E252D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="001E58EF" w:rsidRPr="007E252D">
        <w:rPr>
          <w:rFonts w:ascii="Times New Roman" w:hAnsi="Times New Roman"/>
          <w:sz w:val="24"/>
          <w:szCs w:val="24"/>
        </w:rPr>
        <w:t>от</w:t>
      </w:r>
      <w:r w:rsidR="00973E69">
        <w:rPr>
          <w:rFonts w:ascii="Times New Roman" w:hAnsi="Times New Roman"/>
          <w:sz w:val="24"/>
          <w:szCs w:val="24"/>
        </w:rPr>
        <w:t xml:space="preserve"> </w:t>
      </w:r>
      <w:r w:rsidR="00D767C2">
        <w:rPr>
          <w:rFonts w:ascii="Times New Roman" w:hAnsi="Times New Roman"/>
          <w:sz w:val="24"/>
          <w:szCs w:val="24"/>
        </w:rPr>
        <w:t>2</w:t>
      </w:r>
      <w:r w:rsidR="00C37558">
        <w:rPr>
          <w:rFonts w:ascii="Times New Roman" w:hAnsi="Times New Roman"/>
          <w:sz w:val="24"/>
          <w:szCs w:val="24"/>
        </w:rPr>
        <w:t>8</w:t>
      </w:r>
      <w:r w:rsidR="00B27181">
        <w:rPr>
          <w:rFonts w:ascii="Times New Roman" w:hAnsi="Times New Roman"/>
          <w:sz w:val="24"/>
          <w:szCs w:val="24"/>
        </w:rPr>
        <w:t xml:space="preserve"> </w:t>
      </w:r>
      <w:r w:rsidR="00DF4549">
        <w:rPr>
          <w:rFonts w:ascii="Times New Roman" w:hAnsi="Times New Roman"/>
          <w:sz w:val="24"/>
          <w:szCs w:val="24"/>
        </w:rPr>
        <w:t>мая</w:t>
      </w:r>
      <w:r w:rsidR="00B27181">
        <w:rPr>
          <w:rFonts w:ascii="Times New Roman" w:hAnsi="Times New Roman"/>
          <w:sz w:val="24"/>
          <w:szCs w:val="24"/>
        </w:rPr>
        <w:t xml:space="preserve"> 20</w:t>
      </w:r>
      <w:r w:rsidR="00D767C2">
        <w:rPr>
          <w:rFonts w:ascii="Times New Roman" w:hAnsi="Times New Roman"/>
          <w:sz w:val="24"/>
          <w:szCs w:val="24"/>
        </w:rPr>
        <w:t>2</w:t>
      </w:r>
      <w:r w:rsidR="00C37558">
        <w:rPr>
          <w:rFonts w:ascii="Times New Roman" w:hAnsi="Times New Roman"/>
          <w:sz w:val="24"/>
          <w:szCs w:val="24"/>
        </w:rPr>
        <w:t>1</w:t>
      </w:r>
      <w:r w:rsidR="00B27181">
        <w:rPr>
          <w:rFonts w:ascii="Times New Roman" w:hAnsi="Times New Roman"/>
          <w:sz w:val="24"/>
          <w:szCs w:val="24"/>
        </w:rPr>
        <w:t>г</w:t>
      </w:r>
    </w:p>
    <w:p w:rsidR="001E58EF" w:rsidRPr="00147C9A" w:rsidRDefault="005218FF" w:rsidP="001E58EF">
      <w:pPr>
        <w:widowControl w:val="0"/>
        <w:tabs>
          <w:tab w:val="center" w:pos="79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47C9A">
        <w:rPr>
          <w:rFonts w:ascii="MS Sans Serif" w:hAnsi="MS Sans Serif"/>
          <w:sz w:val="24"/>
          <w:szCs w:val="24"/>
        </w:rPr>
        <w:tab/>
      </w:r>
      <w:r w:rsidR="00147C9A">
        <w:rPr>
          <w:rFonts w:ascii="Times New Roman" w:hAnsi="Times New Roman"/>
          <w:sz w:val="24"/>
          <w:szCs w:val="24"/>
        </w:rPr>
        <w:t xml:space="preserve">                        </w:t>
      </w:r>
      <w:r w:rsidRPr="00147C9A">
        <w:rPr>
          <w:rFonts w:ascii="Times New Roman" w:hAnsi="Times New Roman"/>
          <w:color w:val="000000"/>
          <w:sz w:val="24"/>
          <w:szCs w:val="24"/>
        </w:rPr>
        <w:t>"</w:t>
      </w:r>
      <w:r w:rsidR="0001279E" w:rsidRPr="00147C9A">
        <w:rPr>
          <w:rFonts w:ascii="Times New Roman" w:hAnsi="Times New Roman"/>
          <w:color w:val="000000"/>
          <w:sz w:val="24"/>
          <w:szCs w:val="24"/>
        </w:rPr>
        <w:t>О</w:t>
      </w:r>
      <w:r w:rsidR="001E58EF" w:rsidRPr="00147C9A">
        <w:rPr>
          <w:rFonts w:ascii="Times New Roman" w:hAnsi="Times New Roman"/>
          <w:color w:val="000000"/>
          <w:sz w:val="24"/>
          <w:szCs w:val="24"/>
        </w:rPr>
        <w:t>б утверждении отчета об исполнении</w:t>
      </w:r>
    </w:p>
    <w:p w:rsidR="004A0C77" w:rsidRPr="00147C9A" w:rsidRDefault="001E58EF" w:rsidP="00147C9A">
      <w:pPr>
        <w:widowControl w:val="0"/>
        <w:tabs>
          <w:tab w:val="center" w:pos="79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47C9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бюджета </w:t>
      </w:r>
      <w:r w:rsidR="001532A1">
        <w:rPr>
          <w:rFonts w:ascii="Times New Roman" w:hAnsi="Times New Roman"/>
          <w:color w:val="000000"/>
          <w:sz w:val="24"/>
          <w:szCs w:val="24"/>
        </w:rPr>
        <w:t>Романовского</w:t>
      </w:r>
      <w:r w:rsidR="004A0C77" w:rsidRPr="00147C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47C9A">
        <w:rPr>
          <w:rFonts w:ascii="Times New Roman" w:hAnsi="Times New Roman"/>
          <w:color w:val="000000"/>
          <w:sz w:val="24"/>
          <w:szCs w:val="24"/>
        </w:rPr>
        <w:t>сельского поселения</w:t>
      </w:r>
    </w:p>
    <w:p w:rsidR="005218FF" w:rsidRPr="00147C9A" w:rsidRDefault="004A0C77" w:rsidP="00147C9A">
      <w:pPr>
        <w:widowControl w:val="0"/>
        <w:tabs>
          <w:tab w:val="center" w:pos="79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47C9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Дубовского района  </w:t>
      </w:r>
      <w:r w:rsidR="001E58EF" w:rsidRPr="00147C9A">
        <w:rPr>
          <w:rFonts w:ascii="Times New Roman" w:hAnsi="Times New Roman"/>
          <w:color w:val="000000"/>
          <w:sz w:val="24"/>
          <w:szCs w:val="24"/>
        </w:rPr>
        <w:t>за 20</w:t>
      </w:r>
      <w:r w:rsidR="00C37558">
        <w:rPr>
          <w:rFonts w:ascii="Times New Roman" w:hAnsi="Times New Roman"/>
          <w:color w:val="000000"/>
          <w:sz w:val="24"/>
          <w:szCs w:val="24"/>
        </w:rPr>
        <w:t>20</w:t>
      </w:r>
      <w:r w:rsidR="001E58EF" w:rsidRPr="00147C9A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5218FF" w:rsidRPr="00147C9A">
        <w:rPr>
          <w:rFonts w:ascii="Times New Roman" w:hAnsi="Times New Roman"/>
          <w:color w:val="000000"/>
          <w:sz w:val="24"/>
          <w:szCs w:val="24"/>
        </w:rPr>
        <w:t>"</w:t>
      </w:r>
    </w:p>
    <w:p w:rsidR="001E58EF" w:rsidRDefault="001E58EF">
      <w:pPr>
        <w:widowControl w:val="0"/>
        <w:tabs>
          <w:tab w:val="center" w:pos="79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</w:t>
      </w:r>
    </w:p>
    <w:p w:rsidR="005218FF" w:rsidRPr="001E58EF" w:rsidRDefault="001E58EF" w:rsidP="001E58EF">
      <w:pPr>
        <w:pStyle w:val="a3"/>
        <w:jc w:val="center"/>
        <w:rPr>
          <w:rFonts w:ascii="Times New Roman" w:hAnsi="Times New Roman"/>
          <w:b/>
          <w:bCs/>
          <w:color w:val="000000"/>
          <w:sz w:val="31"/>
          <w:szCs w:val="31"/>
        </w:rPr>
      </w:pPr>
      <w:r w:rsidRPr="001E58EF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Расходы местного бюджета по ведомственной структуре расходов местного бюджета </w:t>
      </w:r>
      <w:r w:rsidR="00B134AD">
        <w:rPr>
          <w:rFonts w:ascii="Times New Roman" w:hAnsi="Times New Roman"/>
          <w:b/>
          <w:bCs/>
          <w:color w:val="000000"/>
          <w:sz w:val="28"/>
          <w:szCs w:val="28"/>
        </w:rPr>
        <w:t>з</w:t>
      </w:r>
      <w:r w:rsidRPr="001E58EF">
        <w:rPr>
          <w:rFonts w:ascii="Times New Roman" w:hAnsi="Times New Roman"/>
          <w:b/>
          <w:bCs/>
          <w:color w:val="000000"/>
          <w:sz w:val="28"/>
          <w:szCs w:val="28"/>
        </w:rPr>
        <w:t>а 20</w:t>
      </w:r>
      <w:r w:rsidR="00C37558">
        <w:rPr>
          <w:rFonts w:ascii="Times New Roman" w:hAnsi="Times New Roman"/>
          <w:b/>
          <w:bCs/>
          <w:color w:val="000000"/>
          <w:sz w:val="28"/>
          <w:szCs w:val="28"/>
        </w:rPr>
        <w:t>20</w:t>
      </w:r>
      <w:r w:rsidRPr="001E58EF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</w:t>
      </w:r>
    </w:p>
    <w:tbl>
      <w:tblPr>
        <w:tblW w:w="9999" w:type="dxa"/>
        <w:tblInd w:w="-252" w:type="dxa"/>
        <w:tblLayout w:type="fixed"/>
        <w:tblLook w:val="0000"/>
      </w:tblPr>
      <w:tblGrid>
        <w:gridCol w:w="4188"/>
        <w:gridCol w:w="992"/>
        <w:gridCol w:w="709"/>
        <w:gridCol w:w="708"/>
        <w:gridCol w:w="1701"/>
        <w:gridCol w:w="709"/>
        <w:gridCol w:w="992"/>
      </w:tblGrid>
      <w:tr w:rsidR="006F1CE1" w:rsidTr="00AE145E">
        <w:trPr>
          <w:trHeight w:val="255"/>
        </w:trPr>
        <w:tc>
          <w:tcPr>
            <w:tcW w:w="4188" w:type="dxa"/>
            <w:shd w:val="clear" w:color="auto" w:fill="auto"/>
            <w:noWrap/>
            <w:vAlign w:val="bottom"/>
          </w:tcPr>
          <w:p w:rsidR="006F1CE1" w:rsidRDefault="006F1CE1">
            <w:pPr>
              <w:rPr>
                <w:rFonts w:ascii="MS Sans Serif" w:hAnsi="MS Sans Serif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F1CE1" w:rsidRDefault="006F1CE1">
            <w:pPr>
              <w:rPr>
                <w:rFonts w:ascii="MS Sans Serif" w:hAnsi="MS Sans Serif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F1CE1" w:rsidRDefault="006F1CE1">
            <w:pPr>
              <w:rPr>
                <w:rFonts w:ascii="MS Sans Serif" w:hAnsi="MS Sans Serif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F1CE1" w:rsidRDefault="006F1CE1">
            <w:pPr>
              <w:rPr>
                <w:rFonts w:ascii="MS Sans Serif" w:hAnsi="MS Sans Serif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F1CE1" w:rsidRDefault="006F1CE1">
            <w:pPr>
              <w:rPr>
                <w:rFonts w:ascii="MS Sans Serif" w:hAnsi="MS Sans Serif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6F1CE1" w:rsidRDefault="006F1CE1" w:rsidP="006F1CE1">
            <w:pPr>
              <w:rPr>
                <w:rFonts w:ascii="MS Sans Serif" w:hAnsi="MS Sans Serif"/>
                <w:color w:val="000000"/>
              </w:rPr>
            </w:pPr>
            <w:r>
              <w:rPr>
                <w:rFonts w:ascii="Times New Roman" w:hAnsi="Times New Roman"/>
                <w:b/>
                <w:bCs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тыс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.р</w:t>
            </w:r>
            <w:proofErr w:type="gramEnd"/>
            <w:r>
              <w:rPr>
                <w:rFonts w:ascii="Times New Roman" w:hAnsi="Times New Roman"/>
                <w:b/>
                <w:bCs/>
              </w:rPr>
              <w:t>уб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)</w:t>
            </w:r>
          </w:p>
        </w:tc>
      </w:tr>
      <w:tr w:rsidR="00F86C42" w:rsidRPr="006C65A0" w:rsidTr="00E0080C">
        <w:trPr>
          <w:trHeight w:val="570"/>
        </w:trPr>
        <w:tc>
          <w:tcPr>
            <w:tcW w:w="4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C42" w:rsidRPr="006C65A0" w:rsidRDefault="00F86C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65A0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C42" w:rsidRPr="006C65A0" w:rsidRDefault="00F86C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65A0">
              <w:rPr>
                <w:rFonts w:ascii="Times New Roman" w:hAnsi="Times New Roman"/>
                <w:b/>
                <w:bCs/>
                <w:sz w:val="28"/>
                <w:szCs w:val="28"/>
              </w:rPr>
              <w:t>Мин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C42" w:rsidRPr="006C65A0" w:rsidRDefault="00F86C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65A0">
              <w:rPr>
                <w:rFonts w:ascii="Times New Roman" w:hAnsi="Times New Roman"/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C42" w:rsidRPr="006C65A0" w:rsidRDefault="00F86C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6C65A0">
              <w:rPr>
                <w:rFonts w:ascii="Times New Roman" w:hAnsi="Times New Roman"/>
                <w:b/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C42" w:rsidRPr="006C65A0" w:rsidRDefault="00F86C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65A0">
              <w:rPr>
                <w:rFonts w:ascii="Times New Roman" w:hAnsi="Times New Roman"/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C42" w:rsidRPr="006C65A0" w:rsidRDefault="00F86C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65A0">
              <w:rPr>
                <w:rFonts w:ascii="Times New Roman" w:hAnsi="Times New Roman"/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C42" w:rsidRPr="006C65A0" w:rsidRDefault="002B0D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65A0">
              <w:rPr>
                <w:rFonts w:ascii="Times New Roman" w:hAnsi="Times New Roman"/>
                <w:b/>
                <w:bCs/>
                <w:sz w:val="24"/>
                <w:szCs w:val="24"/>
              </w:rPr>
              <w:t>Кассовое исполнение</w:t>
            </w:r>
          </w:p>
        </w:tc>
      </w:tr>
      <w:tr w:rsidR="00F86C42" w:rsidRPr="006C65A0" w:rsidTr="00E0080C">
        <w:trPr>
          <w:trHeight w:val="595"/>
        </w:trPr>
        <w:tc>
          <w:tcPr>
            <w:tcW w:w="4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42" w:rsidRPr="006C65A0" w:rsidRDefault="00F86C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42" w:rsidRPr="006C65A0" w:rsidRDefault="00F86C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42" w:rsidRPr="006C65A0" w:rsidRDefault="00F86C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42" w:rsidRPr="006C65A0" w:rsidRDefault="00F86C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42" w:rsidRPr="006C65A0" w:rsidRDefault="00F86C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42" w:rsidRPr="006C65A0" w:rsidRDefault="00F86C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42" w:rsidRPr="006C65A0" w:rsidRDefault="00F86C4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134AD" w:rsidRPr="00173EAF" w:rsidTr="00E0080C">
        <w:trPr>
          <w:trHeight w:val="40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98746A" w:rsidRDefault="006F1CE1" w:rsidP="00356968">
            <w:pPr>
              <w:rPr>
                <w:rFonts w:ascii="Times New Roman" w:hAnsi="Times New Roman"/>
                <w:sz w:val="24"/>
                <w:szCs w:val="24"/>
              </w:rPr>
            </w:pPr>
            <w:r w:rsidRPr="0098746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F10B63" w:rsidP="004B05A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5386,</w:t>
            </w:r>
            <w:r w:rsidR="004B05AA">
              <w:rPr>
                <w:rFonts w:ascii="Times New Roman" w:hAnsi="Times New Roman"/>
              </w:rPr>
              <w:t>1</w:t>
            </w:r>
          </w:p>
        </w:tc>
      </w:tr>
      <w:tr w:rsidR="00B134AD" w:rsidRPr="00173EAF" w:rsidTr="00E108DC">
        <w:trPr>
          <w:trHeight w:val="563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98746A" w:rsidRDefault="00B134AD" w:rsidP="00356968">
            <w:pPr>
              <w:rPr>
                <w:rFonts w:ascii="Times New Roman" w:hAnsi="Times New Roman"/>
                <w:sz w:val="24"/>
                <w:szCs w:val="24"/>
              </w:rPr>
            </w:pPr>
            <w:r w:rsidRPr="0098746A">
              <w:rPr>
                <w:rFonts w:ascii="Times New Roman" w:hAnsi="Times New Roman"/>
                <w:sz w:val="24"/>
                <w:szCs w:val="24"/>
              </w:rPr>
              <w:t>Администрация Романовского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F10B63" w:rsidP="004B05A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5386,</w:t>
            </w:r>
            <w:r w:rsidR="004B05AA">
              <w:rPr>
                <w:rFonts w:ascii="Times New Roman" w:hAnsi="Times New Roman"/>
              </w:rPr>
              <w:t>1</w:t>
            </w:r>
          </w:p>
        </w:tc>
      </w:tr>
      <w:tr w:rsidR="000F0FB4" w:rsidRPr="00E0080C" w:rsidTr="00E0080C">
        <w:trPr>
          <w:trHeight w:val="63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B4" w:rsidRPr="0098746A" w:rsidRDefault="000F0FB4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>Расходы на проведение работ по газификации здания администрации Романовского сельского поселения в рамках подпрограммы "Создание условий для обеспечения качественными коммунальными услугами населения Романовского сельского поселения" муниципальной программы Романовского сельского поселения «Обеспечение качественными жилищно-коммунальными услугами населения Романовского сельского поселения Дубовского района»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02 1 00 28040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C37558" w:rsidP="00A62C5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15,2</w:t>
            </w:r>
          </w:p>
        </w:tc>
      </w:tr>
      <w:tr w:rsidR="000F0FB4" w:rsidRPr="00E0080C" w:rsidTr="00E0080C">
        <w:trPr>
          <w:trHeight w:val="63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B4" w:rsidRPr="0098746A" w:rsidRDefault="000F0FB4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 xml:space="preserve">Расходы на повышение престижа муниципальной службы, укрепление кадрового потенциала Администрации Романовского сельского поселения в рамках подпрограммы «Развитие муниципального управления и муниципальной службы в </w:t>
            </w:r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Романовском сельском поселении, дополнительное профессиональное образование муниципальных служащих Администрации Романовского сельского поселения» муниципальной программы Романовского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10 1 00 28350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Default="00C37558" w:rsidP="00A62C5E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F0FB4" w:rsidRDefault="00C37558" w:rsidP="00A62C5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6,9</w:t>
            </w:r>
          </w:p>
          <w:p w:rsidR="00C37558" w:rsidRPr="00E0080C" w:rsidRDefault="00C37558" w:rsidP="00A62C5E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0F0FB4" w:rsidRPr="00E0080C" w:rsidTr="00E0080C">
        <w:trPr>
          <w:trHeight w:val="699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B4" w:rsidRPr="0098746A" w:rsidRDefault="000F0FB4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 Романовского сельского поселения, в рамках обеспечения деятельности Администрации Романовского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98 2 00 00110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F0FB4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3428,5</w:t>
            </w:r>
          </w:p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0F0FB4" w:rsidRPr="00E0080C" w:rsidTr="00E0080C">
        <w:trPr>
          <w:trHeight w:val="63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B4" w:rsidRPr="0098746A" w:rsidRDefault="000F0FB4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>Расходы на обеспечение функций органов местного самоуправления Романовского сельского поселения, в рамках обеспечения деятельности Администрации Романовского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98 2 00 00190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C37558" w:rsidP="004B05A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260,</w:t>
            </w:r>
            <w:r w:rsidR="004B05AA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0F0FB4" w:rsidRPr="00E0080C" w:rsidTr="00E0080C">
        <w:trPr>
          <w:trHeight w:val="63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B4" w:rsidRPr="0098746A" w:rsidRDefault="000F0FB4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>Расходы на обеспечение функций органов местного самоуправления Романовского сельского поселения, в рамках обеспечения деятельности Администрации Романовского сельского поселения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98 2 00 00190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CB6CAD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1,8</w:t>
            </w:r>
          </w:p>
        </w:tc>
      </w:tr>
      <w:tr w:rsidR="000F0FB4" w:rsidRPr="00E0080C" w:rsidTr="00E0080C">
        <w:trPr>
          <w:trHeight w:val="630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B4" w:rsidRPr="0098746A" w:rsidRDefault="000F0FB4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273-ЗС "Об административных правонарушениях" перечня должностных лиц, уполномоченных </w:t>
            </w:r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составлять протоколы об административных правонарушениях в рамках </w:t>
            </w:r>
            <w:proofErr w:type="spellStart"/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>непрограмных</w:t>
            </w:r>
            <w:proofErr w:type="spellEnd"/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 xml:space="preserve"> расходов органов местного самоуправления Романовского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99 9 00 72390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0,2</w:t>
            </w:r>
          </w:p>
        </w:tc>
      </w:tr>
      <w:tr w:rsidR="000F0FB4" w:rsidRPr="00E0080C" w:rsidTr="00E0080C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B4" w:rsidRPr="0098746A" w:rsidRDefault="000F0FB4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Расходы на оплату членского взноса в Ассоциацию Совета муниципальных образований Ростовской области в рамках подпрограммы «Развитие муниципального управления и муниципальной службы в Романовском сельском поселении, дополнительное профессиональное образование муниципальных служащих Администрации Романовского сельского поселения» муниципальной программы Романовского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10 1 00 28160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CB6CAD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12,0</w:t>
            </w:r>
          </w:p>
        </w:tc>
      </w:tr>
      <w:tr w:rsidR="000F0FB4" w:rsidRPr="00E0080C" w:rsidTr="00E0080C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B4" w:rsidRPr="0098746A" w:rsidRDefault="000F0FB4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>Официальная публикация нормативно-правовых актов Администрации Романовского сельского поселения в средствах массовой информации в рамках подпрограммы Романовского сельского поселения «Обеспечение реализации муниципальной программы Романовского сельского поселения «Муниципальная политика» муниципальной программы Романовского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10 3 00 28340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0F0FB4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4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21,7</w:t>
            </w:r>
          </w:p>
        </w:tc>
      </w:tr>
      <w:tr w:rsidR="00C37558" w:rsidRPr="00E0080C" w:rsidTr="00E0080C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558" w:rsidRPr="0098746A" w:rsidRDefault="00F10B63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 xml:space="preserve">Расходы на реализацию мероприятий по оценке рыночной стоимости муниципального имущества в рамках </w:t>
            </w: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подпрограммы "Повышение эффективности управления муниципальной собственностью" муниципальной программы «Оформление права собственности и использование имущества муниципального образования «Романовское сельское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F10B63" w:rsidRDefault="00C37558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F10B63" w:rsidRDefault="00C37558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F10B63" w:rsidRDefault="00C37558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F10B63" w:rsidRDefault="00C37558" w:rsidP="00C3755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12 1 00 28190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F10B63" w:rsidRDefault="00C37558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F10B63" w:rsidRDefault="00C37558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32,9</w:t>
            </w:r>
          </w:p>
        </w:tc>
      </w:tr>
      <w:tr w:rsidR="00C37558" w:rsidRPr="00E0080C" w:rsidTr="00E0080C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558" w:rsidRPr="0098746A" w:rsidRDefault="00C37558" w:rsidP="00093957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874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на обеспечение функций органов местного самоуправления Романовского сельского поселения в рамках </w:t>
            </w:r>
            <w:proofErr w:type="spellStart"/>
            <w:r w:rsidRPr="0098746A">
              <w:rPr>
                <w:rFonts w:ascii="Times New Roman" w:hAnsi="Times New Roman"/>
                <w:sz w:val="24"/>
                <w:szCs w:val="24"/>
              </w:rPr>
              <w:t>непрограммных</w:t>
            </w:r>
            <w:proofErr w:type="spellEnd"/>
            <w:r w:rsidRPr="0098746A">
              <w:rPr>
                <w:rFonts w:ascii="Times New Roman" w:hAnsi="Times New Roman"/>
                <w:sz w:val="24"/>
                <w:szCs w:val="24"/>
              </w:rPr>
              <w:t xml:space="preserve"> расходов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37558" w:rsidRPr="00E0080C" w:rsidTr="00E0080C">
        <w:trPr>
          <w:trHeight w:val="630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558" w:rsidRPr="0098746A" w:rsidRDefault="00F10B63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 xml:space="preserve">Реализация направления расходов в рамках </w:t>
            </w:r>
            <w:proofErr w:type="spellStart"/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непрограммных</w:t>
            </w:r>
            <w:proofErr w:type="spellEnd"/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 xml:space="preserve"> расходов органов местного самоуправления Романовского сельского поселени</w:t>
            </w:r>
            <w:proofErr w:type="gramStart"/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я(</w:t>
            </w:r>
            <w:proofErr w:type="gramEnd"/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F10B63" w:rsidRDefault="00C37558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F10B63" w:rsidRDefault="00C37558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F10B63" w:rsidRDefault="00C37558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F10B63" w:rsidRDefault="00C37558" w:rsidP="00C3755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99 9 00 99990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F10B63" w:rsidRDefault="00C37558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F10B63" w:rsidRDefault="00C37558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6,0</w:t>
            </w:r>
          </w:p>
        </w:tc>
      </w:tr>
      <w:tr w:rsidR="00C37558" w:rsidRPr="00E0080C" w:rsidTr="00E0080C">
        <w:trPr>
          <w:trHeight w:val="630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558" w:rsidRPr="0098746A" w:rsidRDefault="00C37558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>непрограммных</w:t>
            </w:r>
            <w:proofErr w:type="spellEnd"/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 xml:space="preserve"> расходов органов местного самоуправления Романовского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92,5</w:t>
            </w:r>
          </w:p>
        </w:tc>
      </w:tr>
      <w:tr w:rsidR="00C37558" w:rsidRPr="00E0080C" w:rsidTr="00E0080C">
        <w:trPr>
          <w:trHeight w:val="630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558" w:rsidRPr="0098746A" w:rsidRDefault="00C37558" w:rsidP="002B64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46A">
              <w:rPr>
                <w:rFonts w:ascii="Times New Roman" w:hAnsi="Times New Roman"/>
                <w:sz w:val="24"/>
                <w:szCs w:val="24"/>
              </w:rPr>
              <w:t xml:space="preserve">Расходы на проведение противопожарной опашки территории поселения за счет средств местного бюджета рамках подпрограммы «Защита от чрезвычайных ситуаций" муниципальной программы Романовского сельского поселения «Защита населения и территории от чрезвычайных ситуаций, обеспечение пожарной безопасности и </w:t>
            </w:r>
            <w:r w:rsidRPr="0098746A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CB6CA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 xml:space="preserve">04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 xml:space="preserve"> 00 28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35</w:t>
            </w: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18,0</w:t>
            </w:r>
          </w:p>
        </w:tc>
      </w:tr>
      <w:tr w:rsidR="00C37558" w:rsidRPr="00E0080C" w:rsidTr="00E0080C">
        <w:trPr>
          <w:trHeight w:val="315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558" w:rsidRPr="0098746A" w:rsidRDefault="00C37558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Романовского сельского поселения" муниципальной программы Романовского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08 1 00 28120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13,6</w:t>
            </w:r>
          </w:p>
        </w:tc>
      </w:tr>
      <w:tr w:rsidR="00C37558" w:rsidRPr="00E0080C" w:rsidTr="00E0080C">
        <w:trPr>
          <w:trHeight w:val="315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558" w:rsidRPr="0098746A" w:rsidRDefault="00C37558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8746A">
              <w:rPr>
                <w:rFonts w:ascii="Times New Roman" w:hAnsi="Times New Roman"/>
                <w:sz w:val="24"/>
                <w:szCs w:val="24"/>
              </w:rPr>
              <w:t>Расходы на межевание, постановка на кадастровый учет земельных участков под объектами муниципального имущества в рамках подпрограммы "Повышение эффективности управления муниципальной собственностью" муниципальной программы «Оформление права собственности и использование имущества муниципального образования «Романовское сельское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CB6CA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 xml:space="preserve"> 1 00 28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30,5</w:t>
            </w:r>
          </w:p>
        </w:tc>
      </w:tr>
      <w:tr w:rsidR="00C37558" w:rsidRPr="00E0080C" w:rsidTr="00E0080C">
        <w:trPr>
          <w:trHeight w:val="315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558" w:rsidRPr="0098746A" w:rsidRDefault="00C37558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 xml:space="preserve">Мероприятия по уличному освещению населенных пунктов Романовского сельского поселения в рамках подпрограммы "Создание условий для обеспечения качественными коммунальными услугами населения Романовского сельского поселения" муниципальной программы Романовского сельского поселения «Обеспечение </w:t>
            </w:r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качественными жилищно-коммунальными услугами населения Романовского сельского поселения Дубовского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02 1 00 28030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50,4</w:t>
            </w:r>
          </w:p>
        </w:tc>
      </w:tr>
      <w:tr w:rsidR="00C37558" w:rsidRPr="00E0080C" w:rsidTr="00E0080C">
        <w:trPr>
          <w:trHeight w:val="315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558" w:rsidRPr="0098746A" w:rsidRDefault="00C37558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Мероприятия по улучшению благоустройства населенных пунктов в рамках подпрограммы "Создание условий для обеспечения качественными коммунальными услугами населения Романовского сельского поселения" муниципальной программы Романовского сельского поселения «Обеспечение качественными жилищно-коммунальными услугами населения Романовского сельского поселения Дубовского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sz w:val="24"/>
                <w:szCs w:val="24"/>
              </w:rPr>
            </w:pPr>
            <w:r w:rsidRPr="00E0080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sz w:val="24"/>
                <w:szCs w:val="24"/>
              </w:rPr>
            </w:pPr>
            <w:r w:rsidRPr="00E0080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sz w:val="24"/>
                <w:szCs w:val="24"/>
              </w:rPr>
            </w:pPr>
            <w:r w:rsidRPr="00E0080C">
              <w:rPr>
                <w:rFonts w:ascii="Times New Roman" w:hAnsi="Times New Roman"/>
                <w:sz w:val="24"/>
                <w:szCs w:val="24"/>
              </w:rPr>
              <w:t>02 1 00 28330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sz w:val="24"/>
                <w:szCs w:val="24"/>
              </w:rPr>
            </w:pPr>
            <w:r w:rsidRPr="00E0080C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F10B63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88,2</w:t>
            </w:r>
          </w:p>
        </w:tc>
      </w:tr>
      <w:tr w:rsidR="00C37558" w:rsidRPr="00E0080C" w:rsidTr="00E0080C">
        <w:trPr>
          <w:trHeight w:val="420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558" w:rsidRPr="0098746A" w:rsidRDefault="00C37558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>Мероприятия по осуществлению экологического надзора (природно-очаговые мероприятия) в рамках подпрограммы «Охрана окружающей среды в Романовском сельском поселении» муниципальной программы Романовского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06 1 00 28230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F10B63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7,1</w:t>
            </w:r>
          </w:p>
        </w:tc>
      </w:tr>
      <w:tr w:rsidR="00C37558" w:rsidRPr="00E0080C" w:rsidTr="00E0080C">
        <w:trPr>
          <w:trHeight w:val="94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558" w:rsidRPr="0098746A" w:rsidRDefault="00C37558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8746A">
              <w:rPr>
                <w:rFonts w:ascii="Times New Roman" w:hAnsi="Times New Roman"/>
                <w:sz w:val="24"/>
                <w:szCs w:val="24"/>
              </w:rPr>
              <w:t xml:space="preserve">Расходы на проведение работ по уборке территории Романовского сельского поселения рамках подпрограммы «Формирование комплексной системы управления отходами и вторичными материальными ресурсами на </w:t>
            </w:r>
            <w:r w:rsidRPr="0098746A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Романовского сельского поселения» муниципальной программы Романовского сельского поселения «Охрана окружающей среды и рациональное природопользование</w:t>
            </w:r>
            <w:proofErr w:type="gramStart"/>
            <w:r w:rsidRPr="0098746A"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 w:rsidRPr="0098746A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E30AA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 xml:space="preserve"> 00 28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F10B63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34,7</w:t>
            </w:r>
          </w:p>
        </w:tc>
      </w:tr>
      <w:tr w:rsidR="00C37558" w:rsidRPr="00E0080C" w:rsidTr="00E0080C">
        <w:trPr>
          <w:trHeight w:val="94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558" w:rsidRPr="0098746A" w:rsidRDefault="00C37558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8746A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проведения мероприятии по замене ламп накаливания и других неэффективных элементов систем освещения, в том числе светильников, на энергосберегающие в рамках подпрограммы «Энергосбережение и повышение энергетической эффективности</w:t>
            </w:r>
            <w:proofErr w:type="gramStart"/>
            <w:r w:rsidRPr="0098746A">
              <w:rPr>
                <w:rFonts w:ascii="Times New Roman" w:hAnsi="Times New Roman"/>
                <w:sz w:val="24"/>
                <w:szCs w:val="24"/>
              </w:rPr>
              <w:t>»м</w:t>
            </w:r>
            <w:proofErr w:type="gramEnd"/>
            <w:r w:rsidRPr="0098746A">
              <w:rPr>
                <w:rFonts w:ascii="Times New Roman" w:hAnsi="Times New Roman"/>
                <w:sz w:val="24"/>
                <w:szCs w:val="24"/>
              </w:rPr>
              <w:t xml:space="preserve">униципальной программы Романовского сельского поселения " </w:t>
            </w:r>
            <w:proofErr w:type="spellStart"/>
            <w:r w:rsidRPr="0098746A">
              <w:rPr>
                <w:rFonts w:ascii="Times New Roman" w:hAnsi="Times New Roman"/>
                <w:sz w:val="24"/>
                <w:szCs w:val="24"/>
              </w:rPr>
              <w:t>Энергоэффективность</w:t>
            </w:r>
            <w:proofErr w:type="spellEnd"/>
            <w:r w:rsidRPr="0098746A">
              <w:rPr>
                <w:rFonts w:ascii="Times New Roman" w:hAnsi="Times New Roman"/>
                <w:sz w:val="24"/>
                <w:szCs w:val="24"/>
              </w:rPr>
              <w:t xml:space="preserve">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E30AA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 xml:space="preserve"> 00 28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13</w:t>
            </w: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F10B63" w:rsidP="005D38D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410,4</w:t>
            </w:r>
          </w:p>
        </w:tc>
      </w:tr>
      <w:tr w:rsidR="00C37558" w:rsidRPr="00E0080C" w:rsidTr="00E0080C">
        <w:trPr>
          <w:trHeight w:val="94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558" w:rsidRPr="0098746A" w:rsidRDefault="00C37558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>Расходы на организацию проведения оплачиваемых общественных работ в рамках подпрограммы "Активная политика занятости населения и социальная поддержка безработных граждан" муниципальной программы Романовского сельского поселения "Содействие занятости населения</w:t>
            </w:r>
            <w:proofErr w:type="gramStart"/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>"(</w:t>
            </w:r>
            <w:proofErr w:type="gramEnd"/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sz w:val="24"/>
                <w:szCs w:val="24"/>
              </w:rPr>
            </w:pPr>
            <w:r w:rsidRPr="00E0080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sz w:val="24"/>
                <w:szCs w:val="24"/>
              </w:rPr>
            </w:pPr>
            <w:r w:rsidRPr="00E0080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sz w:val="24"/>
                <w:szCs w:val="24"/>
              </w:rPr>
            </w:pPr>
            <w:r w:rsidRPr="00E0080C">
              <w:rPr>
                <w:rFonts w:ascii="Times New Roman" w:hAnsi="Times New Roman"/>
                <w:sz w:val="24"/>
                <w:szCs w:val="24"/>
              </w:rPr>
              <w:t>13 1 00 28200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sz w:val="24"/>
                <w:szCs w:val="24"/>
              </w:rPr>
            </w:pPr>
            <w:r w:rsidRPr="00E0080C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F10B63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46,2</w:t>
            </w:r>
          </w:p>
        </w:tc>
      </w:tr>
      <w:tr w:rsidR="00C37558" w:rsidRPr="00E0080C" w:rsidTr="00E0080C">
        <w:trPr>
          <w:trHeight w:val="556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558" w:rsidRPr="0098746A" w:rsidRDefault="00C37558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Романовского сельского поселения в рамках подпрограммы "Развитие культуры" муниципальной программы Романовского сельского поселения "Развитие культуры и туризма" (Субсидии бюджетным </w:t>
            </w:r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C37558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558" w:rsidRPr="00E0080C" w:rsidRDefault="00F10B63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667,6</w:t>
            </w:r>
          </w:p>
        </w:tc>
      </w:tr>
      <w:tr w:rsidR="00F10B63" w:rsidRPr="00E0080C" w:rsidTr="00E0080C">
        <w:trPr>
          <w:trHeight w:val="556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63" w:rsidRPr="0098746A" w:rsidRDefault="00F10B63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Расходы на независимую оценку качества условий оказания услуг учреждениями культуры Романовского сельского поселения в рамках подпрограммы «Развитие муниципального управления и муниципальной службы в Романовском сельском поселении, дополнительное профессиональное образование муниципальных служащих Администрации Романовского сельского поселения» муниципальной программы Романовского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B63" w:rsidRPr="00F10B63" w:rsidRDefault="00F10B63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B63" w:rsidRPr="00F10B63" w:rsidRDefault="00F10B63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B63" w:rsidRPr="00F10B63" w:rsidRDefault="00F10B63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B63" w:rsidRPr="00F10B63" w:rsidRDefault="00F10B63" w:rsidP="00F10B6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10 3 00 28370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B63" w:rsidRPr="00F10B63" w:rsidRDefault="00F10B63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B63" w:rsidRPr="00F10B63" w:rsidRDefault="00F10B63" w:rsidP="000939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10B63">
              <w:rPr>
                <w:rFonts w:ascii="Times New Roman" w:hAnsi="Times New Roman"/>
                <w:iCs/>
                <w:sz w:val="24"/>
                <w:szCs w:val="24"/>
              </w:rPr>
              <w:t>5,0</w:t>
            </w:r>
          </w:p>
        </w:tc>
      </w:tr>
      <w:tr w:rsidR="00F10B63" w:rsidRPr="00E0080C" w:rsidTr="00E0080C">
        <w:trPr>
          <w:trHeight w:val="94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63" w:rsidRPr="0098746A" w:rsidRDefault="00F10B63" w:rsidP="002B641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8746A">
              <w:rPr>
                <w:rFonts w:ascii="Times New Roman" w:hAnsi="Times New Roman"/>
                <w:iCs/>
                <w:sz w:val="24"/>
                <w:szCs w:val="24"/>
              </w:rPr>
              <w:t>Расходы на совершенствование механизмов оптимизации пенсионного обеспечения муниципальных служащих в рамках подпрограммы «Развитие муниципального управления и муниципальной службы в Романовском сельском поселении, дополнительное профессиональное образование муниципальных служащих Администрации Романовского сельского поселения» муниципальной программы Романовского сельского поселения «Муниципальная политика»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B63" w:rsidRPr="00E0080C" w:rsidRDefault="00F10B63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B63" w:rsidRPr="00E0080C" w:rsidRDefault="00F10B63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B63" w:rsidRPr="00E0080C" w:rsidRDefault="00F10B63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B63" w:rsidRPr="00E0080C" w:rsidRDefault="00F10B63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10 1 00 28150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B63" w:rsidRPr="00E0080C" w:rsidRDefault="00F10B63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0080C">
              <w:rPr>
                <w:rFonts w:ascii="Times New Roman" w:hAnsi="Times New Roman"/>
                <w:iCs/>
                <w:sz w:val="24"/>
                <w:szCs w:val="24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B63" w:rsidRPr="00E0080C" w:rsidRDefault="00F10B63" w:rsidP="000F0FB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136,5</w:t>
            </w:r>
          </w:p>
        </w:tc>
      </w:tr>
    </w:tbl>
    <w:p w:rsidR="00F44381" w:rsidRPr="00E0080C" w:rsidRDefault="00F44381" w:rsidP="00F86C4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4381" w:rsidRPr="00E0080C" w:rsidRDefault="00F44381" w:rsidP="00F86C4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3EAF" w:rsidRPr="00E0080C" w:rsidRDefault="00173EAF" w:rsidP="00173EAF">
      <w:pPr>
        <w:spacing w:after="0"/>
        <w:rPr>
          <w:rFonts w:ascii="Times New Roman" w:hAnsi="Times New Roman"/>
          <w:sz w:val="28"/>
          <w:szCs w:val="28"/>
        </w:rPr>
      </w:pPr>
      <w:r w:rsidRPr="00E0080C">
        <w:rPr>
          <w:rFonts w:ascii="Times New Roman" w:hAnsi="Times New Roman"/>
          <w:sz w:val="28"/>
          <w:szCs w:val="28"/>
        </w:rPr>
        <w:t>Председатель Собрания депутатов-</w:t>
      </w:r>
    </w:p>
    <w:p w:rsidR="00173EAF" w:rsidRPr="00E0080C" w:rsidRDefault="00173EAF" w:rsidP="00173EAF">
      <w:pPr>
        <w:spacing w:after="0"/>
        <w:rPr>
          <w:rFonts w:ascii="Times New Roman" w:hAnsi="Times New Roman"/>
          <w:sz w:val="28"/>
          <w:szCs w:val="28"/>
        </w:rPr>
      </w:pPr>
      <w:r w:rsidRPr="00E0080C">
        <w:rPr>
          <w:rFonts w:ascii="Times New Roman" w:hAnsi="Times New Roman"/>
          <w:sz w:val="28"/>
          <w:szCs w:val="28"/>
        </w:rPr>
        <w:t xml:space="preserve">глава Романовского сельского поселения                                  </w:t>
      </w:r>
      <w:proofErr w:type="spellStart"/>
      <w:r w:rsidRPr="00E0080C">
        <w:rPr>
          <w:rFonts w:ascii="Times New Roman" w:hAnsi="Times New Roman"/>
          <w:sz w:val="28"/>
          <w:szCs w:val="28"/>
        </w:rPr>
        <w:t>О.В.Андриянова</w:t>
      </w:r>
      <w:proofErr w:type="spellEnd"/>
    </w:p>
    <w:p w:rsidR="00EA3C3C" w:rsidRPr="00E0080C" w:rsidRDefault="00EA3C3C" w:rsidP="00173EA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EA3C3C" w:rsidRPr="00E0080C" w:rsidSect="00E0080C">
      <w:pgSz w:w="11904" w:h="16836" w:code="9"/>
      <w:pgMar w:top="1134" w:right="705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8EF"/>
    <w:rsid w:val="0001061C"/>
    <w:rsid w:val="0001279E"/>
    <w:rsid w:val="00012883"/>
    <w:rsid w:val="00056FD0"/>
    <w:rsid w:val="00077B1D"/>
    <w:rsid w:val="000902FB"/>
    <w:rsid w:val="000A2D83"/>
    <w:rsid w:val="000A6232"/>
    <w:rsid w:val="000B2158"/>
    <w:rsid w:val="000C3B5C"/>
    <w:rsid w:val="000C761B"/>
    <w:rsid w:val="000D3F0A"/>
    <w:rsid w:val="000F0FB4"/>
    <w:rsid w:val="000F655F"/>
    <w:rsid w:val="00136E83"/>
    <w:rsid w:val="00147C9A"/>
    <w:rsid w:val="00152CF3"/>
    <w:rsid w:val="001532A1"/>
    <w:rsid w:val="00173EAF"/>
    <w:rsid w:val="001805B5"/>
    <w:rsid w:val="001A7019"/>
    <w:rsid w:val="001C508A"/>
    <w:rsid w:val="001E58EF"/>
    <w:rsid w:val="00207343"/>
    <w:rsid w:val="00213897"/>
    <w:rsid w:val="0021552A"/>
    <w:rsid w:val="0023462B"/>
    <w:rsid w:val="00246997"/>
    <w:rsid w:val="00247B9B"/>
    <w:rsid w:val="002544B3"/>
    <w:rsid w:val="00264BD3"/>
    <w:rsid w:val="00270E3E"/>
    <w:rsid w:val="00271FC5"/>
    <w:rsid w:val="002A6CAC"/>
    <w:rsid w:val="002B0DF6"/>
    <w:rsid w:val="002C4855"/>
    <w:rsid w:val="0030292B"/>
    <w:rsid w:val="00316A31"/>
    <w:rsid w:val="003304F5"/>
    <w:rsid w:val="00333520"/>
    <w:rsid w:val="003464E6"/>
    <w:rsid w:val="0037225D"/>
    <w:rsid w:val="003741B6"/>
    <w:rsid w:val="0038176D"/>
    <w:rsid w:val="00391D6A"/>
    <w:rsid w:val="003943AA"/>
    <w:rsid w:val="00396D4E"/>
    <w:rsid w:val="003A28EF"/>
    <w:rsid w:val="003A63C4"/>
    <w:rsid w:val="004167E9"/>
    <w:rsid w:val="00435B98"/>
    <w:rsid w:val="004507B6"/>
    <w:rsid w:val="00450B00"/>
    <w:rsid w:val="004819C6"/>
    <w:rsid w:val="00482AE7"/>
    <w:rsid w:val="004A0C77"/>
    <w:rsid w:val="004B05AA"/>
    <w:rsid w:val="004B64D6"/>
    <w:rsid w:val="00503C70"/>
    <w:rsid w:val="00506F3A"/>
    <w:rsid w:val="00507B82"/>
    <w:rsid w:val="005218FF"/>
    <w:rsid w:val="005229BB"/>
    <w:rsid w:val="00537B35"/>
    <w:rsid w:val="00591EE2"/>
    <w:rsid w:val="00595045"/>
    <w:rsid w:val="005955D6"/>
    <w:rsid w:val="005A12EF"/>
    <w:rsid w:val="005C5CAB"/>
    <w:rsid w:val="005C70D3"/>
    <w:rsid w:val="005D1660"/>
    <w:rsid w:val="005D50B2"/>
    <w:rsid w:val="005F50E8"/>
    <w:rsid w:val="005F5633"/>
    <w:rsid w:val="005F6DF7"/>
    <w:rsid w:val="00601FB4"/>
    <w:rsid w:val="00622CB3"/>
    <w:rsid w:val="006348C0"/>
    <w:rsid w:val="00651359"/>
    <w:rsid w:val="00665B3E"/>
    <w:rsid w:val="0066782B"/>
    <w:rsid w:val="00682FC4"/>
    <w:rsid w:val="0068345E"/>
    <w:rsid w:val="006A57EF"/>
    <w:rsid w:val="006B2B95"/>
    <w:rsid w:val="006C472C"/>
    <w:rsid w:val="006C65A0"/>
    <w:rsid w:val="006D217B"/>
    <w:rsid w:val="006E6F5D"/>
    <w:rsid w:val="006E7AB1"/>
    <w:rsid w:val="006F0B1D"/>
    <w:rsid w:val="006F1CE1"/>
    <w:rsid w:val="00707546"/>
    <w:rsid w:val="00747227"/>
    <w:rsid w:val="00756E4B"/>
    <w:rsid w:val="0079620C"/>
    <w:rsid w:val="007A43D8"/>
    <w:rsid w:val="007E252D"/>
    <w:rsid w:val="0084116F"/>
    <w:rsid w:val="008651EC"/>
    <w:rsid w:val="00871D17"/>
    <w:rsid w:val="0088313B"/>
    <w:rsid w:val="00895283"/>
    <w:rsid w:val="0089670A"/>
    <w:rsid w:val="008A529E"/>
    <w:rsid w:val="008C6EF4"/>
    <w:rsid w:val="008D494F"/>
    <w:rsid w:val="008F3E59"/>
    <w:rsid w:val="00902143"/>
    <w:rsid w:val="00905F33"/>
    <w:rsid w:val="00906C87"/>
    <w:rsid w:val="009254D0"/>
    <w:rsid w:val="009370B8"/>
    <w:rsid w:val="00973E69"/>
    <w:rsid w:val="00980D5B"/>
    <w:rsid w:val="0098746A"/>
    <w:rsid w:val="009D0A0C"/>
    <w:rsid w:val="009D6EDB"/>
    <w:rsid w:val="00A34077"/>
    <w:rsid w:val="00A62C5E"/>
    <w:rsid w:val="00A649FC"/>
    <w:rsid w:val="00A82ABE"/>
    <w:rsid w:val="00AF4967"/>
    <w:rsid w:val="00B134AD"/>
    <w:rsid w:val="00B26D6D"/>
    <w:rsid w:val="00B27181"/>
    <w:rsid w:val="00B37491"/>
    <w:rsid w:val="00B46106"/>
    <w:rsid w:val="00B53F0F"/>
    <w:rsid w:val="00B71A12"/>
    <w:rsid w:val="00B73E0C"/>
    <w:rsid w:val="00B80094"/>
    <w:rsid w:val="00BA519C"/>
    <w:rsid w:val="00BC157C"/>
    <w:rsid w:val="00BC68FD"/>
    <w:rsid w:val="00BD3604"/>
    <w:rsid w:val="00BF5D46"/>
    <w:rsid w:val="00C264B6"/>
    <w:rsid w:val="00C32F10"/>
    <w:rsid w:val="00C35F82"/>
    <w:rsid w:val="00C37558"/>
    <w:rsid w:val="00C42D29"/>
    <w:rsid w:val="00C46008"/>
    <w:rsid w:val="00C570D1"/>
    <w:rsid w:val="00C83EC0"/>
    <w:rsid w:val="00C97484"/>
    <w:rsid w:val="00CB2CBA"/>
    <w:rsid w:val="00CB5555"/>
    <w:rsid w:val="00CB5796"/>
    <w:rsid w:val="00CB6CAD"/>
    <w:rsid w:val="00CC1B7C"/>
    <w:rsid w:val="00CF32A1"/>
    <w:rsid w:val="00D20B37"/>
    <w:rsid w:val="00D40DCA"/>
    <w:rsid w:val="00D70CAB"/>
    <w:rsid w:val="00D73D9A"/>
    <w:rsid w:val="00D767C2"/>
    <w:rsid w:val="00D94703"/>
    <w:rsid w:val="00DE17D0"/>
    <w:rsid w:val="00DF4224"/>
    <w:rsid w:val="00DF4549"/>
    <w:rsid w:val="00DF6F1E"/>
    <w:rsid w:val="00DF7B16"/>
    <w:rsid w:val="00E0080C"/>
    <w:rsid w:val="00E108DC"/>
    <w:rsid w:val="00E30AA2"/>
    <w:rsid w:val="00E32AD1"/>
    <w:rsid w:val="00E84BB0"/>
    <w:rsid w:val="00E91BAA"/>
    <w:rsid w:val="00EA2FB9"/>
    <w:rsid w:val="00EA3C3C"/>
    <w:rsid w:val="00EB2BDC"/>
    <w:rsid w:val="00EB7E45"/>
    <w:rsid w:val="00ED62EE"/>
    <w:rsid w:val="00EF45A5"/>
    <w:rsid w:val="00F01FA1"/>
    <w:rsid w:val="00F10B63"/>
    <w:rsid w:val="00F1747B"/>
    <w:rsid w:val="00F23D7B"/>
    <w:rsid w:val="00F44381"/>
    <w:rsid w:val="00F550A0"/>
    <w:rsid w:val="00F737E6"/>
    <w:rsid w:val="00F75A20"/>
    <w:rsid w:val="00F86C42"/>
    <w:rsid w:val="00FA0096"/>
    <w:rsid w:val="00FB4742"/>
    <w:rsid w:val="00FC6F49"/>
    <w:rsid w:val="00FD6C67"/>
    <w:rsid w:val="00FE14E6"/>
    <w:rsid w:val="00FF5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B7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58EF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F4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96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86C42"/>
    <w:pPr>
      <w:widowControl w:val="0"/>
      <w:snapToGrid w:val="0"/>
    </w:pPr>
    <w:rPr>
      <w:rFonts w:ascii="Arial" w:hAnsi="Arial"/>
      <w:b/>
    </w:rPr>
  </w:style>
  <w:style w:type="character" w:styleId="a6">
    <w:name w:val="Hyperlink"/>
    <w:basedOn w:val="a0"/>
    <w:rsid w:val="00906C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1052;&#1086;&#1080;%20&#1076;&#1086;&#1082;&#1091;&#1084;&#1077;&#1085;&#1090;&#1099;\&#1073;&#1102;&#1076;&#1078;&#1077;&#1090;\&#1073;&#1102;&#1076;&#1078;&#1077;&#1090;%202008-2010%20&#1075;.&#1075;\&#1087;&#1088;&#1086;&#1077;&#1082;&#1090;%20&#1088;&#1077;&#1096;&#1077;&#1085;&#1080;&#1103;%20&#1087;&#1086;%20&#1080;&#1089;&#1087;&#1086;&#1083;&#1085;&#1077;&#1085;&#1080;&#1102;%202008%20&#8470;\&#1087;&#1088;&#1086;&#1077;&#1082;&#1090;%20&#1088;&#1077;&#1096;&#1077;&#1085;&#1080;&#1103;\&#1055;&#1088;&#1080;&#1083;%203%20&#1042;&#1077;&#1076;&#1086;&#1084;&#1089;&#1090;&#1074;&#1077;&#1085;&#1085;&#1072;&#1103;%20&#1089;&#1090;&#1088;&#1091;&#1082;&#1090;&#1091;&#1088;&#1072;%20&#1088;&#1072;&#1089;&#1093;&#1086;&#1076;&#1086;&#1074;%20&#1073;&#1077;&#1079;%20&#1101;&#1082;&#1086;&#1085;&#1086;&#1084;&#1080;&#1095;&#1077;&#1089;&#1082;&#1080;&#1093;%20&#1089;&#1090;&#1072;&#1090;&#1077;&#1081;%20&#1053;&#1054;&#104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E1818-1B7E-48A2-BA56-CE8F409B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 3 Ведомственная структура расходов без экономических статей НОВ.dot</Template>
  <TotalTime>4796</TotalTime>
  <Pages>1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27</cp:revision>
  <cp:lastPrinted>2020-06-01T20:51:00Z</cp:lastPrinted>
  <dcterms:created xsi:type="dcterms:W3CDTF">2010-02-16T12:31:00Z</dcterms:created>
  <dcterms:modified xsi:type="dcterms:W3CDTF">2021-04-29T13:09:00Z</dcterms:modified>
</cp:coreProperties>
</file>